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AAC" w:rsidRPr="00220E87" w:rsidRDefault="00B61AAC" w:rsidP="00AA34A3">
      <w:pPr>
        <w:pStyle w:val="Default"/>
        <w:rPr>
          <w:color w:val="auto"/>
        </w:rPr>
      </w:pPr>
    </w:p>
    <w:p w:rsidR="00B61AAC" w:rsidRPr="00EA318E" w:rsidRDefault="00B61AAC" w:rsidP="00AA34A3">
      <w:pPr>
        <w:pStyle w:val="Default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20E8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ใบงานที่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1 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ปฏิบัติการเขียนวัตถุประสงค์ของเว็บ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Web 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ที่ต้องการพัฒนา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  <w:cs/>
        </w:rPr>
      </w:pPr>
      <w:r w:rsidRPr="00220E87">
        <w:rPr>
          <w:rFonts w:ascii="Angsana New" w:hAnsi="Angsana New" w:cs="Angsana New"/>
          <w:color w:val="auto"/>
          <w:sz w:val="32"/>
          <w:szCs w:val="32"/>
          <w:cs/>
        </w:rPr>
        <w:t>ชื่อ</w:t>
      </w:r>
      <w:r w:rsidRPr="00220E8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>
        <w:rPr>
          <w:rFonts w:ascii="Angsana New" w:hAnsi="Angsana New" w:cs="Angsana New"/>
          <w:color w:val="auto"/>
          <w:sz w:val="32"/>
          <w:szCs w:val="32"/>
          <w:cs/>
        </w:rPr>
        <w:t>นาย ชัยณรงค์ แจ้งสว่าง</w:t>
      </w: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  <w:r w:rsidRPr="00220E87">
        <w:rPr>
          <w:rFonts w:ascii="Angsana New" w:hAnsi="Angsana New" w:cs="Angsana New"/>
          <w:color w:val="auto"/>
          <w:sz w:val="32"/>
          <w:szCs w:val="32"/>
          <w:cs/>
        </w:rPr>
        <w:t>ชั้นปีที่</w:t>
      </w:r>
      <w:r w:rsidRPr="00220E87">
        <w:rPr>
          <w:rFonts w:ascii="Angsana New" w:hAnsi="Angsana New" w:cs="Angsana New"/>
          <w:color w:val="auto"/>
          <w:sz w:val="32"/>
          <w:szCs w:val="32"/>
        </w:rPr>
        <w:t xml:space="preserve"> 3   </w:t>
      </w:r>
      <w:r w:rsidRPr="00220E87">
        <w:rPr>
          <w:rFonts w:ascii="Angsana New" w:hAnsi="Angsana New" w:cs="Angsana New"/>
          <w:color w:val="auto"/>
          <w:sz w:val="32"/>
          <w:szCs w:val="32"/>
          <w:cs/>
        </w:rPr>
        <w:t>กลุ่ม</w:t>
      </w:r>
      <w:r w:rsidRPr="00220E8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20E87">
        <w:rPr>
          <w:rFonts w:ascii="Angsana New" w:hAnsi="Angsana New" w:cs="Angsana New"/>
          <w:color w:val="auto"/>
          <w:sz w:val="32"/>
          <w:szCs w:val="32"/>
          <w:cs/>
        </w:rPr>
        <w:t>ท (พ)</w:t>
      </w:r>
      <w:r w:rsidRPr="00220E87">
        <w:rPr>
          <w:rFonts w:ascii="Angsana New" w:hAnsi="Angsana New" w:cs="Angsana New"/>
          <w:color w:val="auto"/>
          <w:sz w:val="32"/>
          <w:szCs w:val="32"/>
        </w:rPr>
        <w:t>53A</w:t>
      </w:r>
    </w:p>
    <w:p w:rsidR="00B61AAC" w:rsidRPr="007B77B0" w:rsidRDefault="00B61AAC" w:rsidP="00762596">
      <w:pPr>
        <w:pStyle w:val="Heading3"/>
        <w:shd w:val="clear" w:color="auto" w:fill="FFFFFF"/>
        <w:spacing w:before="0" w:beforeAutospacing="0" w:after="0" w:afterAutospacing="0"/>
        <w:rPr>
          <w:szCs w:val="32"/>
        </w:rPr>
      </w:pPr>
      <w:r w:rsidRPr="00EA318E">
        <w:rPr>
          <w:sz w:val="32"/>
          <w:szCs w:val="32"/>
          <w:cs/>
        </w:rPr>
        <w:t>ชื่อเว็บที่ต้องการพัฒนา</w:t>
      </w:r>
      <w:r w:rsidRPr="00EA318E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 w:rsidRPr="007B77B0">
        <w:t>http://jangdraw.wikispaces.com/</w:t>
      </w:r>
    </w:p>
    <w:p w:rsidR="00B61AAC" w:rsidRPr="00EA318E" w:rsidRDefault="00B61AAC" w:rsidP="00AA34A3">
      <w:pPr>
        <w:pStyle w:val="Default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A318E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วัตถุประสงค์การพัฒนาเว็บ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  <w:cs/>
        </w:rPr>
      </w:pPr>
      <w:r>
        <w:rPr>
          <w:rFonts w:ascii="Angsana New" w:hAnsi="Angsana New" w:cs="Angsana New"/>
          <w:color w:val="auto"/>
          <w:sz w:val="32"/>
          <w:szCs w:val="32"/>
        </w:rPr>
        <w:t>1.</w:t>
      </w:r>
      <w:r>
        <w:rPr>
          <w:rFonts w:ascii="Angsana New" w:hAnsi="Angsana New" w:cs="Angsana New"/>
          <w:color w:val="auto"/>
          <w:sz w:val="32"/>
          <w:szCs w:val="32"/>
          <w:cs/>
        </w:rPr>
        <w:t>เพื่อช่วยให้ผู้ที่สนใจได้ฝึกหัดการวาดเส้นตามข้อมูลในเว็ป</w:t>
      </w: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>2.เพื่อให้รู้ถึง หลักทฤษฏี และขั้นตอน ของการวาดเส้นได้ดียิ่งขึ้น</w:t>
      </w: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>3.เพื่อให้เป็นแหล่งเรียนรู้กับผู้ที่สนใจ และผู้ที่จะนำไปพัฒนาต่อได้</w:t>
      </w: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 xml:space="preserve">4.เพื่อให้รู้ข้อมูลที่เกี่ยวข้องต่างๆ   มากขึ้น </w:t>
      </w: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  <w:cs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</w:p>
    <w:p w:rsidR="00B61AAC" w:rsidRPr="00EA318E" w:rsidRDefault="00B61AAC" w:rsidP="00AA34A3">
      <w:pPr>
        <w:pStyle w:val="Default"/>
        <w:pageBreakBefore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A318E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ใบงานที่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2 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ปฏิบัติการเขียนเป้าหมายการพัฒนาเว็บ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Web Development 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ที่ต้องการพัฒนา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  <w:r w:rsidRPr="00220E87">
        <w:rPr>
          <w:rFonts w:ascii="Angsana New" w:hAnsi="Angsana New" w:cs="Angsana New"/>
          <w:color w:val="auto"/>
          <w:sz w:val="32"/>
          <w:szCs w:val="32"/>
          <w:cs/>
        </w:rPr>
        <w:t>ชื่อ</w:t>
      </w:r>
      <w:r w:rsidRPr="00220E8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>
        <w:rPr>
          <w:rFonts w:ascii="Angsana New" w:hAnsi="Angsana New" w:cs="Angsana New"/>
          <w:color w:val="auto"/>
          <w:sz w:val="32"/>
          <w:szCs w:val="32"/>
          <w:cs/>
        </w:rPr>
        <w:t>นายชัยณรงค์  แจ้งสว่าง</w:t>
      </w: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  <w:r w:rsidRPr="00220E87">
        <w:rPr>
          <w:rFonts w:ascii="Angsana New" w:hAnsi="Angsana New" w:cs="Angsana New"/>
          <w:color w:val="auto"/>
          <w:sz w:val="32"/>
          <w:szCs w:val="32"/>
          <w:cs/>
        </w:rPr>
        <w:t>ชั้นปีที่</w:t>
      </w:r>
      <w:r w:rsidRPr="00220E87">
        <w:rPr>
          <w:rFonts w:ascii="Angsana New" w:hAnsi="Angsana New" w:cs="Angsana New"/>
          <w:color w:val="auto"/>
          <w:sz w:val="32"/>
          <w:szCs w:val="32"/>
        </w:rPr>
        <w:t>3</w:t>
      </w:r>
      <w:r w:rsidRPr="00220E87">
        <w:rPr>
          <w:rFonts w:ascii="Angsana New" w:hAnsi="Angsana New" w:cs="Angsana New"/>
          <w:color w:val="auto"/>
          <w:sz w:val="32"/>
          <w:szCs w:val="32"/>
          <w:cs/>
        </w:rPr>
        <w:t xml:space="preserve"> กลุ่ม</w:t>
      </w:r>
      <w:r w:rsidRPr="00220E8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20E87">
        <w:rPr>
          <w:rFonts w:ascii="Angsana New" w:hAnsi="Angsana New" w:cs="Angsana New"/>
          <w:color w:val="auto"/>
          <w:sz w:val="32"/>
          <w:szCs w:val="32"/>
          <w:cs/>
        </w:rPr>
        <w:t>ท (พ)</w:t>
      </w:r>
      <w:r w:rsidRPr="00220E87">
        <w:rPr>
          <w:rFonts w:ascii="Angsana New" w:hAnsi="Angsana New" w:cs="Angsana New"/>
          <w:color w:val="auto"/>
          <w:sz w:val="32"/>
          <w:szCs w:val="32"/>
        </w:rPr>
        <w:t>53A</w:t>
      </w:r>
    </w:p>
    <w:p w:rsidR="00B61AAC" w:rsidRPr="00E46309" w:rsidRDefault="00B61AAC" w:rsidP="00762596">
      <w:pPr>
        <w:pStyle w:val="Heading3"/>
        <w:shd w:val="clear" w:color="auto" w:fill="FFFFFF"/>
        <w:spacing w:before="0" w:beforeAutospacing="0" w:after="0" w:afterAutospacing="0"/>
        <w:rPr>
          <w:szCs w:val="32"/>
          <w:cs/>
        </w:rPr>
      </w:pPr>
      <w:r w:rsidRPr="00EA318E">
        <w:rPr>
          <w:sz w:val="32"/>
          <w:szCs w:val="32"/>
          <w:cs/>
        </w:rPr>
        <w:t xml:space="preserve">ชื่อเว็บที่ต้องพัฒนา </w:t>
      </w:r>
      <w:r w:rsidRPr="00E46309">
        <w:t>http://jangdraw.wikispaces.com/</w:t>
      </w:r>
    </w:p>
    <w:p w:rsidR="00B61AAC" w:rsidRPr="00EA318E" w:rsidRDefault="00B61AAC" w:rsidP="00AA34A3">
      <w:pPr>
        <w:pStyle w:val="Default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A318E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เป้าหมายการพัฒนาเว็บ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  <w:cs/>
        </w:rPr>
      </w:pPr>
      <w:r>
        <w:rPr>
          <w:rFonts w:ascii="Angsana New" w:hAnsi="Angsana New" w:cs="Angsana New"/>
          <w:color w:val="auto"/>
          <w:sz w:val="32"/>
          <w:szCs w:val="32"/>
        </w:rPr>
        <w:t>1.</w:t>
      </w:r>
      <w:r>
        <w:rPr>
          <w:rFonts w:ascii="Angsana New" w:hAnsi="Angsana New" w:cs="Angsana New"/>
          <w:color w:val="auto"/>
          <w:sz w:val="32"/>
          <w:szCs w:val="32"/>
          <w:cs/>
        </w:rPr>
        <w:t>กลุ่มบุคคลที่ชื่นชอบการวาดภาพ</w:t>
      </w: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>2.กลุ่มบุคคลที่กำลังศึกษาวิชาที่เกี่ยวกับศิลปะ</w:t>
      </w: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  <w:cs/>
        </w:rPr>
      </w:pPr>
      <w:r>
        <w:rPr>
          <w:rFonts w:ascii="Angsana New" w:hAnsi="Angsana New" w:cs="Angsana New"/>
          <w:color w:val="auto"/>
          <w:sz w:val="32"/>
          <w:szCs w:val="32"/>
        </w:rPr>
        <w:t>3.</w:t>
      </w:r>
      <w:r>
        <w:rPr>
          <w:rFonts w:ascii="Angsana New" w:hAnsi="Angsana New" w:cs="Angsana New"/>
          <w:color w:val="auto"/>
          <w:sz w:val="32"/>
          <w:szCs w:val="32"/>
          <w:cs/>
        </w:rPr>
        <w:t>กลุ่มนักเรียนที่จะทำรายงานศิลปะ</w:t>
      </w: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  <w:cs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EA318E" w:rsidRDefault="00B61AAC" w:rsidP="00AA34A3">
      <w:pPr>
        <w:pStyle w:val="Default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A318E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ใบงานที่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3 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ปฏิบัติการเขียนประโยชน์ของการพัฒนาเว็บ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Web Development 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ที่ต้องการพัฒนา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  <w:r w:rsidRPr="00220E87">
        <w:rPr>
          <w:rFonts w:ascii="Angsana New" w:hAnsi="Angsana New" w:cs="Angsana New"/>
          <w:color w:val="auto"/>
          <w:sz w:val="32"/>
          <w:szCs w:val="32"/>
          <w:cs/>
        </w:rPr>
        <w:t>ชื่อ</w:t>
      </w:r>
      <w:r w:rsidRPr="00220E8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>
        <w:rPr>
          <w:rFonts w:ascii="Angsana New" w:hAnsi="Angsana New" w:cs="Angsana New"/>
          <w:color w:val="auto"/>
          <w:sz w:val="32"/>
          <w:szCs w:val="32"/>
          <w:cs/>
        </w:rPr>
        <w:t>นาย ชัยณรงค์ แจ้งสว่าง</w:t>
      </w: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 xml:space="preserve">ชั้นปีที่ </w:t>
      </w:r>
      <w:r>
        <w:rPr>
          <w:rFonts w:ascii="Angsana New" w:hAnsi="Angsana New" w:cs="Angsana New"/>
          <w:color w:val="auto"/>
          <w:sz w:val="32"/>
          <w:szCs w:val="32"/>
        </w:rPr>
        <w:t xml:space="preserve">3 </w:t>
      </w:r>
      <w:r w:rsidRPr="00220E87">
        <w:rPr>
          <w:rFonts w:ascii="Angsana New" w:hAnsi="Angsana New" w:cs="Angsana New"/>
          <w:color w:val="auto"/>
          <w:sz w:val="32"/>
          <w:szCs w:val="32"/>
          <w:cs/>
        </w:rPr>
        <w:t>กลุ่ม</w:t>
      </w:r>
      <w:r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20E87">
        <w:rPr>
          <w:rFonts w:ascii="Angsana New" w:hAnsi="Angsana New" w:cs="Angsana New"/>
          <w:color w:val="auto"/>
          <w:sz w:val="32"/>
          <w:szCs w:val="32"/>
          <w:cs/>
        </w:rPr>
        <w:t>ท (พ)</w:t>
      </w:r>
      <w:r w:rsidRPr="00220E87">
        <w:rPr>
          <w:rFonts w:ascii="Angsana New" w:hAnsi="Angsana New" w:cs="Angsana New"/>
          <w:color w:val="auto"/>
          <w:sz w:val="32"/>
          <w:szCs w:val="32"/>
        </w:rPr>
        <w:t>53A</w:t>
      </w:r>
    </w:p>
    <w:p w:rsidR="00B61AAC" w:rsidRPr="00E46309" w:rsidRDefault="00B61AAC" w:rsidP="00762596">
      <w:pPr>
        <w:pStyle w:val="Heading3"/>
        <w:shd w:val="clear" w:color="auto" w:fill="FFFFFF"/>
        <w:spacing w:before="0" w:beforeAutospacing="0" w:after="0" w:afterAutospacing="0"/>
        <w:rPr>
          <w:szCs w:val="32"/>
        </w:rPr>
      </w:pPr>
      <w:r w:rsidRPr="00EA318E">
        <w:rPr>
          <w:sz w:val="32"/>
          <w:szCs w:val="32"/>
          <w:cs/>
        </w:rPr>
        <w:t>ชื่อเว็บที่ต้องพัฒนา</w:t>
      </w:r>
      <w:r w:rsidRPr="00EA318E">
        <w:rPr>
          <w:sz w:val="32"/>
          <w:szCs w:val="32"/>
        </w:rPr>
        <w:t xml:space="preserve"> </w:t>
      </w:r>
      <w:r w:rsidRPr="00E46309">
        <w:t>http://jangdraw.wikispaces.com/</w:t>
      </w: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  <w:r w:rsidRPr="00EA318E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ประโยชน์ของการพัฒนาเว็บ</w:t>
      </w:r>
      <w:r w:rsidRPr="00220E87">
        <w:rPr>
          <w:rFonts w:ascii="Angsana New" w:hAnsi="Angsana New" w:cs="Angsana New"/>
          <w:color w:val="auto"/>
          <w:sz w:val="32"/>
          <w:szCs w:val="32"/>
        </w:rPr>
        <w:t xml:space="preserve"> </w:t>
      </w:r>
    </w:p>
    <w:p w:rsidR="00B61AAC" w:rsidRDefault="00B61AAC" w:rsidP="00A07D24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</w:rPr>
        <w:t>1.</w:t>
      </w:r>
      <w:r>
        <w:rPr>
          <w:rFonts w:ascii="Angsana New" w:hAnsi="Angsana New" w:cs="Angsana New"/>
          <w:color w:val="auto"/>
          <w:sz w:val="32"/>
          <w:szCs w:val="32"/>
          <w:cs/>
        </w:rPr>
        <w:t>เพื่อให้คนที่หัดวาดรูปได้มีความชำนาญมากขึ้น</w:t>
      </w:r>
    </w:p>
    <w:p w:rsidR="00B61AAC" w:rsidRDefault="00B61AAC" w:rsidP="00A07D24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>2.เพื่อให้ผู้ที่ศึกษาได้มีการออกแบบลายเส้นไหม่ๆ</w:t>
      </w:r>
    </w:p>
    <w:p w:rsidR="00B61AAC" w:rsidRDefault="00B61AAC" w:rsidP="00A07D24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>3.เพื่อให้เกิดความคิดสร้างสรรค์ และความคิดจิตนาการไหม่ๆ</w:t>
      </w:r>
    </w:p>
    <w:p w:rsidR="00B61AAC" w:rsidRPr="00220E87" w:rsidRDefault="00B61AAC" w:rsidP="00A07D24">
      <w:pPr>
        <w:pStyle w:val="Default"/>
        <w:rPr>
          <w:rFonts w:ascii="Angsana New" w:hAnsi="Angsana New" w:cs="Angsana New"/>
          <w:color w:val="auto"/>
          <w:sz w:val="32"/>
          <w:szCs w:val="32"/>
          <w:cs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 xml:space="preserve">4.เพื่อเกิดความสวยงาม </w:t>
      </w: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  <w:cs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 xml:space="preserve">5.สามารถประกอบอาชีพได้ เมื่อมีความรักต่องานศิลปะ  และมีความตั้งใจ </w:t>
      </w: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220E87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Pr="00EA318E" w:rsidRDefault="00B61AAC" w:rsidP="00AA34A3">
      <w:pPr>
        <w:pStyle w:val="Default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A318E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ใบงานที่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4 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ปฏิบัติการเขียนผลการศึกษาค้นคว้าเรื่อง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:rsidR="00B61AAC" w:rsidRPr="00EA318E" w:rsidRDefault="00B61AAC" w:rsidP="00AA34A3">
      <w:pPr>
        <w:pStyle w:val="Default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A318E">
        <w:rPr>
          <w:rFonts w:ascii="Angsana New" w:hAnsi="Angsana New" w:cs="Angsana New"/>
          <w:b/>
          <w:bCs/>
          <w:color w:val="auto"/>
          <w:sz w:val="32"/>
          <w:szCs w:val="32"/>
        </w:rPr>
        <w:t>“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คุณธรรมจริยธรรมต่อการใช้เครือข่ายในการพัฒนาเว็บ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Web Development 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จากแหล่งความรู้ต่าง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ๆ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:rsidR="00B61AAC" w:rsidRDefault="00B61AAC" w:rsidP="00EA318E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  <w:r w:rsidRPr="00220E87">
        <w:rPr>
          <w:rFonts w:ascii="Angsana New" w:hAnsi="Angsana New" w:cs="Angsana New"/>
          <w:color w:val="auto"/>
          <w:sz w:val="32"/>
          <w:szCs w:val="32"/>
          <w:cs/>
        </w:rPr>
        <w:t>ชื่อชั้น</w:t>
      </w:r>
      <w:r>
        <w:rPr>
          <w:rFonts w:ascii="Angsana New" w:hAnsi="Angsana New" w:cs="Angsana New"/>
          <w:color w:val="auto"/>
          <w:sz w:val="32"/>
          <w:szCs w:val="32"/>
          <w:cs/>
        </w:rPr>
        <w:t xml:space="preserve"> 3 </w:t>
      </w:r>
      <w:r w:rsidRPr="00220E87">
        <w:rPr>
          <w:rFonts w:ascii="Angsana New" w:hAnsi="Angsana New" w:cs="Angsana New"/>
          <w:color w:val="auto"/>
          <w:sz w:val="32"/>
          <w:szCs w:val="32"/>
          <w:cs/>
        </w:rPr>
        <w:t>ปีที่กลุ่ม</w:t>
      </w:r>
      <w:r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20E87">
        <w:rPr>
          <w:rFonts w:ascii="Angsana New" w:hAnsi="Angsana New" w:cs="Angsana New"/>
          <w:color w:val="auto"/>
          <w:sz w:val="32"/>
          <w:szCs w:val="32"/>
          <w:cs/>
        </w:rPr>
        <w:t>ท (พ)</w:t>
      </w:r>
      <w:r w:rsidRPr="00220E87">
        <w:rPr>
          <w:rFonts w:ascii="Angsana New" w:hAnsi="Angsana New" w:cs="Angsana New"/>
          <w:color w:val="auto"/>
          <w:sz w:val="32"/>
          <w:szCs w:val="32"/>
        </w:rPr>
        <w:t>53A</w:t>
      </w:r>
    </w:p>
    <w:p w:rsidR="00B61AAC" w:rsidRPr="00EA318E" w:rsidRDefault="00B61AAC" w:rsidP="00AA34A3">
      <w:pPr>
        <w:pStyle w:val="Default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A318E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1. 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คุณธรรมจริยธรรมต่อการใช้เครือข่ายในการพัฒนาเว็บ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:rsidR="00B61AAC" w:rsidRPr="00EA318E" w:rsidRDefault="00B61AAC" w:rsidP="00AA34A3">
      <w:pPr>
        <w:pStyle w:val="Default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A318E">
        <w:rPr>
          <w:rFonts w:ascii="Angsana New" w:hAnsi="Angsana New" w:cs="Angsana New"/>
          <w:b/>
          <w:bCs/>
          <w:color w:val="auto"/>
          <w:sz w:val="32"/>
          <w:szCs w:val="32"/>
        </w:rPr>
        <w:t>(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ให้ระบุเป็นลาดับข้อ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และระบุแหล่งที่มาของการศึกษาค้นคว้าในครั้งนี้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) </w:t>
      </w:r>
    </w:p>
    <w:p w:rsidR="00B61AAC" w:rsidRPr="001A1DD7" w:rsidRDefault="00B61AAC" w:rsidP="001A1DD7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24"/>
          <w:szCs w:val="24"/>
        </w:rPr>
      </w:pPr>
    </w:p>
    <w:p w:rsidR="00B61AAC" w:rsidRDefault="00B61AAC" w:rsidP="001A1DD7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  <w:r w:rsidRPr="00A23F30">
        <w:rPr>
          <w:rFonts w:ascii="Angsana New" w:hAnsi="Angsana New" w:cs="Angsana New"/>
          <w:color w:val="auto"/>
          <w:sz w:val="32"/>
          <w:szCs w:val="32"/>
        </w:rPr>
        <w:t xml:space="preserve"> 1.</w:t>
      </w:r>
      <w:r w:rsidRPr="00A23F30">
        <w:rPr>
          <w:rFonts w:ascii="Angsana New" w:hAnsi="Angsana New" w:cs="Angsana New"/>
          <w:color w:val="auto"/>
          <w:sz w:val="32"/>
          <w:szCs w:val="32"/>
          <w:cs/>
        </w:rPr>
        <w:t>พึ่งยึดถือความถูกต้องและปฏิบัติตนตามกฎ</w:t>
      </w:r>
      <w:r w:rsidRPr="00A23F3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A23F30">
        <w:rPr>
          <w:rFonts w:ascii="Angsana New" w:hAnsi="Angsana New" w:cs="Angsana New"/>
          <w:color w:val="auto"/>
          <w:sz w:val="32"/>
          <w:szCs w:val="32"/>
          <w:cs/>
        </w:rPr>
        <w:t>ระเบียบของหน่อยงานของตนเอง ผู้ดูแลระบบเครือข่าย ที่ตนเองรับผิดชอบ</w:t>
      </w:r>
      <w:r w:rsidRPr="00A23F3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A23F30">
        <w:rPr>
          <w:rFonts w:ascii="Angsana New" w:hAnsi="Angsana New" w:cs="Angsana New"/>
          <w:color w:val="auto"/>
          <w:sz w:val="32"/>
          <w:szCs w:val="32"/>
          <w:cs/>
        </w:rPr>
        <w:t>เนื่องจากทรัพยากรเครือช่ายมีกฎระเบียบข้อบังคับของอยู่ตามตัวมันอยู่แล้ว</w:t>
      </w:r>
      <w:r w:rsidRPr="00A23F30">
        <w:rPr>
          <w:rFonts w:ascii="Angsana New" w:hAnsi="Angsana New" w:cs="Angsana New"/>
          <w:color w:val="auto"/>
          <w:sz w:val="32"/>
          <w:szCs w:val="32"/>
        </w:rPr>
        <w:br/>
      </w:r>
      <w:r w:rsidRPr="00A23F30">
        <w:rPr>
          <w:rFonts w:ascii="Angsana New" w:hAnsi="Angsana New" w:cs="Angsana New"/>
          <w:color w:val="auto"/>
          <w:sz w:val="32"/>
          <w:szCs w:val="32"/>
        </w:rPr>
        <w:br/>
        <w:t xml:space="preserve">2. </w:t>
      </w:r>
      <w:r w:rsidRPr="00A23F30">
        <w:rPr>
          <w:rFonts w:ascii="Angsana New" w:hAnsi="Angsana New" w:cs="Angsana New"/>
          <w:color w:val="auto"/>
          <w:sz w:val="32"/>
          <w:szCs w:val="32"/>
          <w:cs/>
        </w:rPr>
        <w:t>อย่าดำเนินการละเมิดสิทธิ์ผู้อื่นต้องการเคารพสิทธิซึ่งกันและกัน</w:t>
      </w:r>
      <w:r w:rsidRPr="00A23F3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A23F30">
        <w:rPr>
          <w:rFonts w:ascii="Angsana New" w:hAnsi="Angsana New" w:cs="Angsana New"/>
          <w:color w:val="auto"/>
          <w:sz w:val="32"/>
          <w:szCs w:val="32"/>
          <w:cs/>
        </w:rPr>
        <w:t>โดยเราต้องการคำนึงถึงการคิดและการวิเคราะห์ค้นคว้าของผู้อื่นอย่างถูกต้อง</w:t>
      </w:r>
      <w:r w:rsidRPr="00A23F3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A23F30">
        <w:rPr>
          <w:rFonts w:ascii="Angsana New" w:hAnsi="Angsana New" w:cs="Angsana New"/>
          <w:color w:val="auto"/>
          <w:sz w:val="32"/>
          <w:szCs w:val="32"/>
          <w:cs/>
        </w:rPr>
        <w:t>ไม่ควรไม่ละเมิดความคิดของผู้อื่นอย่างนั้น</w:t>
      </w:r>
      <w:r w:rsidRPr="00A23F30">
        <w:rPr>
          <w:rFonts w:ascii="Angsana New" w:hAnsi="Angsana New" w:cs="Angsana New"/>
          <w:color w:val="auto"/>
          <w:sz w:val="32"/>
          <w:szCs w:val="32"/>
        </w:rPr>
        <w:br/>
      </w:r>
      <w:r w:rsidRPr="00A23F30">
        <w:rPr>
          <w:rFonts w:ascii="Angsana New" w:hAnsi="Angsana New" w:cs="Angsana New"/>
          <w:color w:val="auto"/>
          <w:sz w:val="32"/>
          <w:szCs w:val="32"/>
        </w:rPr>
        <w:br/>
        <w:t xml:space="preserve">3. </w:t>
      </w:r>
      <w:r w:rsidRPr="00A23F30">
        <w:rPr>
          <w:rFonts w:ascii="Angsana New" w:hAnsi="Angsana New" w:cs="Angsana New"/>
          <w:color w:val="auto"/>
          <w:sz w:val="32"/>
          <w:szCs w:val="32"/>
          <w:cs/>
        </w:rPr>
        <w:t>ไม่ละเมิดหรือกระทำการใช้ทรัพยากรของส่วนรวมโดยไม่เคารพซึ่งกันและกัน</w:t>
      </w:r>
      <w:r w:rsidRPr="00A23F30">
        <w:rPr>
          <w:rFonts w:ascii="Angsana New" w:hAnsi="Angsana New" w:cs="Angsana New"/>
          <w:color w:val="auto"/>
          <w:sz w:val="32"/>
          <w:szCs w:val="32"/>
        </w:rPr>
        <w:br/>
      </w:r>
      <w:r w:rsidRPr="00A23F30">
        <w:rPr>
          <w:rFonts w:ascii="Angsana New" w:hAnsi="Angsana New" w:cs="Angsana New"/>
          <w:color w:val="auto"/>
          <w:sz w:val="32"/>
          <w:szCs w:val="32"/>
        </w:rPr>
        <w:br/>
        <w:t xml:space="preserve">4. </w:t>
      </w:r>
      <w:r w:rsidRPr="00A23F30">
        <w:rPr>
          <w:rFonts w:ascii="Angsana New" w:hAnsi="Angsana New" w:cs="Angsana New"/>
          <w:color w:val="auto"/>
          <w:sz w:val="32"/>
          <w:szCs w:val="32"/>
          <w:cs/>
        </w:rPr>
        <w:t>หลักปฏิบัติต่อผู้อื่น ในการดำเนินการร่วมกัน</w:t>
      </w:r>
      <w:r w:rsidRPr="00A23F3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A23F30">
        <w:rPr>
          <w:rFonts w:ascii="Angsana New" w:hAnsi="Angsana New" w:cs="Angsana New"/>
          <w:color w:val="auto"/>
          <w:sz w:val="32"/>
          <w:szCs w:val="32"/>
          <w:cs/>
        </w:rPr>
        <w:t>การส่งข้อความระหว่างกันและอีเมล์</w:t>
      </w:r>
      <w:r w:rsidRPr="00A23F3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A23F30">
        <w:rPr>
          <w:rFonts w:ascii="Angsana New" w:hAnsi="Angsana New" w:cs="Angsana New"/>
          <w:color w:val="auto"/>
          <w:sz w:val="32"/>
          <w:szCs w:val="32"/>
          <w:cs/>
        </w:rPr>
        <w:t>ของผู้อื่นหรืออีเมล์อื่นไม่ปราถณาให้ผู้อื่น พึ่งระลึกเสมอว่า</w:t>
      </w:r>
      <w:r w:rsidRPr="00A23F3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A23F30">
        <w:rPr>
          <w:rFonts w:ascii="Angsana New" w:hAnsi="Angsana New" w:cs="Angsana New"/>
          <w:color w:val="auto"/>
          <w:sz w:val="32"/>
          <w:szCs w:val="32"/>
          <w:cs/>
        </w:rPr>
        <w:t>อย่าได้ปฏิบัติต่อผู้อื่น</w:t>
      </w:r>
      <w:r w:rsidRPr="00A23F30">
        <w:rPr>
          <w:rFonts w:ascii="Angsana New" w:hAnsi="Angsana New" w:cs="Angsana New"/>
          <w:color w:val="auto"/>
          <w:sz w:val="32"/>
          <w:szCs w:val="32"/>
        </w:rPr>
        <w:br/>
      </w:r>
      <w:r w:rsidRPr="00A23F30">
        <w:rPr>
          <w:rFonts w:ascii="Angsana New" w:hAnsi="Angsana New" w:cs="Angsana New"/>
          <w:color w:val="auto"/>
          <w:sz w:val="32"/>
          <w:szCs w:val="32"/>
        </w:rPr>
        <w:br/>
        <w:t xml:space="preserve">5. </w:t>
      </w:r>
      <w:r w:rsidRPr="00A23F30">
        <w:rPr>
          <w:rFonts w:ascii="Angsana New" w:hAnsi="Angsana New" w:cs="Angsana New"/>
          <w:color w:val="auto"/>
          <w:sz w:val="32"/>
          <w:szCs w:val="32"/>
          <w:cs/>
        </w:rPr>
        <w:t>ช่วยดูแลและลดปัญหาให้กับส่วนร่วม</w:t>
      </w:r>
      <w:r w:rsidRPr="00A23F3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A23F30">
        <w:rPr>
          <w:rFonts w:ascii="Angsana New" w:hAnsi="Angsana New" w:cs="Angsana New"/>
          <w:color w:val="auto"/>
          <w:sz w:val="32"/>
          <w:szCs w:val="32"/>
          <w:cs/>
        </w:rPr>
        <w:t>ผู้ใช้ต้องระมัดระวังตนเองและติดตามเรื่องราวเกี่ยวกับปัญหาไวรัส</w:t>
      </w:r>
      <w:r w:rsidRPr="00A23F3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A23F30">
        <w:rPr>
          <w:rFonts w:ascii="Angsana New" w:hAnsi="Angsana New" w:cs="Angsana New"/>
          <w:color w:val="auto"/>
          <w:sz w:val="32"/>
          <w:szCs w:val="32"/>
          <w:cs/>
        </w:rPr>
        <w:t>หมั่นตรวจสอบและสแกนไวรัสก่อนส่งข้อความ หรือข้อมูลไปยังอื่น</w:t>
      </w:r>
      <w:r w:rsidRPr="00A23F3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A23F30">
        <w:rPr>
          <w:rFonts w:ascii="Angsana New" w:hAnsi="Angsana New" w:cs="Angsana New"/>
          <w:color w:val="auto"/>
          <w:sz w:val="32"/>
          <w:szCs w:val="32"/>
          <w:cs/>
        </w:rPr>
        <w:t>มิฉะนั้นจะเกิดอันตรายต่อข้อมูลของผู้อื่นโดยไม่ได้เจตนาการพัฒนาเว็บ</w:t>
      </w:r>
    </w:p>
    <w:p w:rsidR="00B61AAC" w:rsidRDefault="00B61AAC" w:rsidP="001A1DD7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Default="00B61AAC" w:rsidP="001A1DD7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>แหล่งที่มา</w:t>
      </w:r>
    </w:p>
    <w:p w:rsidR="00B61AAC" w:rsidRPr="00A23F30" w:rsidRDefault="00B61AAC" w:rsidP="001A1DD7">
      <w:pPr>
        <w:pStyle w:val="Default"/>
        <w:rPr>
          <w:rFonts w:ascii="Angsana New" w:hAnsi="Angsana New" w:cs="Angsana New"/>
          <w:color w:val="auto"/>
          <w:sz w:val="32"/>
          <w:szCs w:val="32"/>
          <w:cs/>
        </w:rPr>
      </w:pPr>
      <w:hyperlink r:id="rId5" w:history="1"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http://educationworld.wikispaces.com/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6.%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8%84%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8%93%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8%98%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A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3%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A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3%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A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1%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8%88%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A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3%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4%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A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2%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8%98%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A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3%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A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3%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A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1%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8%95%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9%88%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AD%E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8%81%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2%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A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3%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9%83%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8%8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A%E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9%89%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9%80%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8%84%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A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3%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7%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9%88%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AD%E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8%82%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9%88%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2%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E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0%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B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8%</w:t>
        </w:r>
        <w:r w:rsidRPr="002E3466">
          <w:rPr>
            <w:rStyle w:val="Hyperlink"/>
            <w:rFonts w:ascii="Angsana New" w:hAnsi="Angsana New" w:cs="Angsana New"/>
            <w:sz w:val="32"/>
            <w:szCs w:val="32"/>
          </w:rPr>
          <w:t>A</w:t>
        </w:r>
        <w:r w:rsidRPr="002E3466">
          <w:rPr>
            <w:rStyle w:val="Hyperlink"/>
            <w:rFonts w:ascii="Angsana New" w:hAnsi="Angsana New" w:cs="Angsana New"/>
            <w:sz w:val="32"/>
            <w:szCs w:val="32"/>
            <w:cs/>
          </w:rPr>
          <w:t>2</w:t>
        </w:r>
      </w:hyperlink>
      <w:r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</w:p>
    <w:p w:rsidR="00B61AAC" w:rsidRPr="00EA318E" w:rsidRDefault="00B61AAC" w:rsidP="00AA34A3">
      <w:pPr>
        <w:pStyle w:val="Default"/>
        <w:pageBreakBefore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A318E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2. 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ให้ยกตัวอย่างหลักธรรมที่ใช้ในการพัฒนาเว็บของตนเอง</w:t>
      </w:r>
      <w:r w:rsidRPr="00EA318E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:rsidR="00B61AAC" w:rsidRPr="00A23F30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  <w:r w:rsidRPr="005534B8">
        <w:rPr>
          <w:rFonts w:ascii="Angsana New" w:hAnsi="Angsana New" w:cs="Angsana New"/>
          <w:color w:val="auto"/>
          <w:sz w:val="32"/>
          <w:szCs w:val="32"/>
        </w:rPr>
        <w:t xml:space="preserve"> 1.</w:t>
      </w:r>
      <w:r>
        <w:rPr>
          <w:rFonts w:ascii="Angsana New" w:hAnsi="Angsana New" w:cs="Angsana New"/>
          <w:color w:val="auto"/>
          <w:sz w:val="32"/>
          <w:szCs w:val="32"/>
          <w:cs/>
        </w:rPr>
        <w:t>ข้อมูลถูกต้อง</w:t>
      </w: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>2.มีแหล่งข้อมูลอ้างอิง</w:t>
      </w: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</w:rPr>
        <w:t>3.</w:t>
      </w:r>
      <w:r>
        <w:rPr>
          <w:rFonts w:ascii="Angsana New" w:hAnsi="Angsana New" w:cs="Angsana New"/>
          <w:color w:val="auto"/>
          <w:sz w:val="32"/>
          <w:szCs w:val="32"/>
          <w:cs/>
        </w:rPr>
        <w:t>ให้ประโยชน์แก่ผู้อื่น</w:t>
      </w: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</w:rPr>
        <w:t>4.</w:t>
      </w:r>
      <w:r>
        <w:rPr>
          <w:rFonts w:ascii="Angsana New" w:hAnsi="Angsana New" w:cs="Angsana New"/>
          <w:color w:val="auto"/>
          <w:sz w:val="32"/>
          <w:szCs w:val="32"/>
          <w:cs/>
        </w:rPr>
        <w:t xml:space="preserve">ใช้ภาษาไม่หยาบคาย </w:t>
      </w: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>5.ไม่ได้ทำเพื่อเงินทอง  ทำเพื่อการเผยแพร่ความรู้</w:t>
      </w: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</w:rPr>
      </w:pP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  <w:cs/>
        </w:rPr>
      </w:pPr>
    </w:p>
    <w:p w:rsidR="00B61AAC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  <w:cs/>
        </w:rPr>
      </w:pPr>
    </w:p>
    <w:p w:rsidR="00B61AAC" w:rsidRPr="005534B8" w:rsidRDefault="00B61AAC" w:rsidP="00AA34A3">
      <w:pPr>
        <w:pStyle w:val="Default"/>
        <w:rPr>
          <w:rFonts w:ascii="Angsana New" w:hAnsi="Angsana New" w:cs="Angsana New"/>
          <w:color w:val="auto"/>
          <w:sz w:val="32"/>
          <w:szCs w:val="32"/>
          <w:cs/>
        </w:rPr>
      </w:pPr>
    </w:p>
    <w:p w:rsidR="00B61AAC" w:rsidRPr="00220E87" w:rsidRDefault="00B61AAC" w:rsidP="00AA34A3">
      <w:pPr>
        <w:rPr>
          <w:rFonts w:ascii="Angsana New" w:hAnsi="Angsana New" w:cs="Angsana New"/>
          <w:sz w:val="32"/>
          <w:szCs w:val="32"/>
        </w:rPr>
      </w:pPr>
    </w:p>
    <w:sectPr w:rsidR="00B61AAC" w:rsidRPr="00220E87" w:rsidSect="003A5F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altName w:val="Cordia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C79AA"/>
    <w:multiLevelType w:val="hybridMultilevel"/>
    <w:tmpl w:val="95C2B2D2"/>
    <w:lvl w:ilvl="0" w:tplc="43EAF2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embedSystemFonts/>
  <w:defaultTabStop w:val="720"/>
  <w:doNotHyphenateCaps/>
  <w:characterSpacingControl w:val="doNotCompress"/>
  <w:doNotValidateAgainstSchema/>
  <w:doNotDemarcateInvalidXml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34A3"/>
    <w:rsid w:val="0002748C"/>
    <w:rsid w:val="000C555E"/>
    <w:rsid w:val="001A1DD7"/>
    <w:rsid w:val="001A61A8"/>
    <w:rsid w:val="00220E87"/>
    <w:rsid w:val="002365F8"/>
    <w:rsid w:val="002E3466"/>
    <w:rsid w:val="003A5FC9"/>
    <w:rsid w:val="004816B9"/>
    <w:rsid w:val="0051169B"/>
    <w:rsid w:val="00541970"/>
    <w:rsid w:val="005534B8"/>
    <w:rsid w:val="005F6086"/>
    <w:rsid w:val="00634145"/>
    <w:rsid w:val="00762596"/>
    <w:rsid w:val="007B77B0"/>
    <w:rsid w:val="00A07D24"/>
    <w:rsid w:val="00A23F30"/>
    <w:rsid w:val="00AA34A3"/>
    <w:rsid w:val="00AA4B77"/>
    <w:rsid w:val="00AB07D6"/>
    <w:rsid w:val="00B61AAC"/>
    <w:rsid w:val="00BC6660"/>
    <w:rsid w:val="00E46309"/>
    <w:rsid w:val="00EA3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FC9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9"/>
    <w:qFormat/>
    <w:rsid w:val="00762596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62596"/>
    <w:rPr>
      <w:rFonts w:ascii="Angsana New" w:hAnsi="Angsana New" w:cs="Angsana New"/>
      <w:b/>
      <w:bCs/>
      <w:sz w:val="27"/>
      <w:szCs w:val="27"/>
    </w:rPr>
  </w:style>
  <w:style w:type="paragraph" w:customStyle="1" w:styleId="Default">
    <w:name w:val="Default"/>
    <w:uiPriority w:val="99"/>
    <w:rsid w:val="00AA34A3"/>
    <w:pPr>
      <w:autoSpaceDE w:val="0"/>
      <w:autoSpaceDN w:val="0"/>
      <w:adjustRightInd w:val="0"/>
    </w:pPr>
    <w:rPr>
      <w:rFonts w:ascii="Cordia New" w:hAnsi="Cordia New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76259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541970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pple-converted-space">
    <w:name w:val="apple-converted-space"/>
    <w:basedOn w:val="DefaultParagraphFont"/>
    <w:uiPriority w:val="99"/>
    <w:rsid w:val="00541970"/>
    <w:rPr>
      <w:rFonts w:cs="Times New Roman"/>
    </w:rPr>
  </w:style>
  <w:style w:type="character" w:styleId="Strong">
    <w:name w:val="Strong"/>
    <w:basedOn w:val="DefaultParagraphFont"/>
    <w:uiPriority w:val="99"/>
    <w:qFormat/>
    <w:rsid w:val="00541970"/>
    <w:rPr>
      <w:rFonts w:cs="Times New Roman"/>
      <w:b/>
      <w:bCs/>
    </w:rPr>
  </w:style>
  <w:style w:type="paragraph" w:customStyle="1" w:styleId="a">
    <w:name w:val="...."/>
    <w:basedOn w:val="Default"/>
    <w:next w:val="Default"/>
    <w:uiPriority w:val="99"/>
    <w:rsid w:val="001A1DD7"/>
    <w:rPr>
      <w:rFonts w:ascii="TH SarabunPSK" w:hAnsi="TH SarabunPSK" w:cs="TH SarabunPSK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83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ducationworld.wikispaces.com/6.%E0%B8%84%E0%B8%B8%E0%B8%93%E0%B8%98%E0%B8%A3%E0%B8%A3%E0%B8%A1%E0%B8%88%E0%B8%A3%E0%B8%B4%E0%B8%A2%E0%B8%98%E0%B8%A3%E0%B8%A3%E0%B8%A1%E0%B8%95%E0%B9%88%E0%B8%AD%E0%B8%81%E0%B8%B2%E0%B8%A3%E0%B9%83%E0%B8%8A%E0%B9%89%E0%B9%80%E0%B8%84%E0%B8%A3%E0%B8%B7%E0%B9%88%E0%B8%AD%E0%B8%82%E0%B9%88%E0%B8%B2%E0%B8%A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191</TotalTime>
  <Pages>5</Pages>
  <Words>493</Words>
  <Characters>2814</Characters>
  <Application>Microsoft Office Outlook</Application>
  <DocSecurity>0</DocSecurity>
  <Lines>0</Lines>
  <Paragraphs>0</Paragraphs>
  <ScaleCrop>false</ScaleCrop>
  <Company>&lt;arabianhorse&gt;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TPoNEToK6</dc:creator>
  <cp:keywords/>
  <dc:description/>
  <cp:lastModifiedBy>TPoNEToK6</cp:lastModifiedBy>
  <cp:revision>6</cp:revision>
  <dcterms:created xsi:type="dcterms:W3CDTF">2012-07-19T14:09:00Z</dcterms:created>
  <dcterms:modified xsi:type="dcterms:W3CDTF">2012-07-20T15:14:00Z</dcterms:modified>
</cp:coreProperties>
</file>